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87FDA" w14:textId="1644FAFE" w:rsidR="0048256A" w:rsidRPr="00CC6C3A" w:rsidRDefault="002C6A5C" w:rsidP="00CC6C3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DAROVACÍ</w:t>
      </w:r>
      <w:r w:rsidR="0048256A" w:rsidRPr="00CC6C3A">
        <w:rPr>
          <w:b/>
          <w:bCs/>
          <w:sz w:val="24"/>
          <w:szCs w:val="24"/>
        </w:rPr>
        <w:t xml:space="preserve"> SMLOUVA</w:t>
      </w:r>
    </w:p>
    <w:p w14:paraId="073D984E" w14:textId="77777777" w:rsidR="0048256A" w:rsidRPr="00CC6C3A" w:rsidRDefault="0048256A" w:rsidP="00CC6C3A"/>
    <w:p w14:paraId="1ECBF1AD" w14:textId="77777777" w:rsidR="002C6A5C" w:rsidRDefault="002C6A5C" w:rsidP="002C6A5C">
      <w:r>
        <w:t xml:space="preserve">Název (jméno):  </w:t>
      </w:r>
    </w:p>
    <w:p w14:paraId="11032B14" w14:textId="77777777" w:rsidR="002C6A5C" w:rsidRDefault="002C6A5C" w:rsidP="002C6A5C">
      <w:r>
        <w:t xml:space="preserve">Sídlo (adresa): </w:t>
      </w:r>
    </w:p>
    <w:p w14:paraId="41985EB4" w14:textId="77777777" w:rsidR="002C6A5C" w:rsidRDefault="002C6A5C" w:rsidP="002C6A5C">
      <w:r>
        <w:t xml:space="preserve">IČO (datum narození):  </w:t>
      </w:r>
    </w:p>
    <w:p w14:paraId="0D760153" w14:textId="77777777" w:rsidR="002C6A5C" w:rsidRDefault="002C6A5C" w:rsidP="002C6A5C">
      <w:r>
        <w:t>Jméno a příjmení statutárního zástupce firmy:</w:t>
      </w:r>
    </w:p>
    <w:p w14:paraId="031D9024" w14:textId="77777777" w:rsidR="002C6A5C" w:rsidRDefault="002C6A5C" w:rsidP="002C6A5C">
      <w:r>
        <w:t>Datum narození statutárního zástupce firmy:</w:t>
      </w:r>
    </w:p>
    <w:p w14:paraId="202F7764" w14:textId="77777777" w:rsidR="002C6A5C" w:rsidRDefault="002C6A5C" w:rsidP="002C6A5C">
      <w:r>
        <w:t>Bankovní spojení:</w:t>
      </w:r>
    </w:p>
    <w:p w14:paraId="5B7DE35E" w14:textId="580407A7" w:rsidR="0048256A" w:rsidRDefault="002C6A5C" w:rsidP="002C6A5C">
      <w:r>
        <w:t>(dále jen dárce)</w:t>
      </w:r>
    </w:p>
    <w:p w14:paraId="0C27F632" w14:textId="77777777" w:rsidR="002C6A5C" w:rsidRPr="00CC6C3A" w:rsidRDefault="002C6A5C" w:rsidP="002C6A5C"/>
    <w:p w14:paraId="0788687D" w14:textId="77777777" w:rsidR="0048256A" w:rsidRPr="00CC6C3A" w:rsidRDefault="0048256A" w:rsidP="00CC6C3A">
      <w:r w:rsidRPr="00CC6C3A">
        <w:t>a</w:t>
      </w:r>
    </w:p>
    <w:p w14:paraId="171D4700" w14:textId="77777777" w:rsidR="0048256A" w:rsidRPr="00CC6C3A" w:rsidRDefault="0048256A" w:rsidP="00CC6C3A"/>
    <w:p w14:paraId="57A2CD5F" w14:textId="77777777" w:rsidR="002C6A5C" w:rsidRDefault="002C6A5C" w:rsidP="002C6A5C">
      <w:r>
        <w:t>Zahrada pro duši, p.o.</w:t>
      </w:r>
    </w:p>
    <w:p w14:paraId="1BAD8E61" w14:textId="77777777" w:rsidR="002C6A5C" w:rsidRDefault="002C6A5C" w:rsidP="002C6A5C">
      <w:r>
        <w:t xml:space="preserve">U Mrázovky 1970/15, Smíchov, Praha 5 </w:t>
      </w:r>
    </w:p>
    <w:p w14:paraId="6C3BE30C" w14:textId="77777777" w:rsidR="002C6A5C" w:rsidRDefault="002C6A5C" w:rsidP="002C6A5C">
      <w:r>
        <w:t>IČO: 08297517</w:t>
      </w:r>
    </w:p>
    <w:p w14:paraId="50822BF5" w14:textId="77777777" w:rsidR="002C6A5C" w:rsidRDefault="002C6A5C" w:rsidP="002C6A5C">
      <w:r>
        <w:t>Bankovní spojení: 2025270022/6000</w:t>
      </w:r>
    </w:p>
    <w:p w14:paraId="2CDD45B9" w14:textId="77777777" w:rsidR="002C6A5C" w:rsidRDefault="002C6A5C" w:rsidP="002C6A5C">
      <w:r>
        <w:t>Zastoupený ředitelkou PhDr. Markétou Školoudovou</w:t>
      </w:r>
    </w:p>
    <w:p w14:paraId="76E2AA0A" w14:textId="0E4A5D8B" w:rsidR="0048256A" w:rsidRDefault="002C6A5C" w:rsidP="002C6A5C">
      <w:r>
        <w:t>(dále jen obdarovaný)</w:t>
      </w:r>
    </w:p>
    <w:p w14:paraId="232F6198" w14:textId="77777777" w:rsidR="002C6A5C" w:rsidRDefault="002C6A5C" w:rsidP="002C6A5C"/>
    <w:p w14:paraId="361F0C04" w14:textId="37594E47" w:rsidR="002C6A5C" w:rsidRDefault="002C6A5C" w:rsidP="002C6A5C">
      <w:r>
        <w:t>uzavírají</w:t>
      </w:r>
    </w:p>
    <w:p w14:paraId="01214B5E" w14:textId="77777777" w:rsidR="002C6A5C" w:rsidRDefault="002C6A5C" w:rsidP="002C6A5C"/>
    <w:p w14:paraId="31D40221" w14:textId="1F760A64" w:rsidR="002C6A5C" w:rsidRDefault="002C6A5C" w:rsidP="002C6A5C">
      <w:r>
        <w:t>dnešního dne tuto darovací smlouvu:</w:t>
      </w:r>
    </w:p>
    <w:p w14:paraId="5FEDB5E0" w14:textId="77777777" w:rsidR="002C6A5C" w:rsidRDefault="002C6A5C" w:rsidP="002C6A5C"/>
    <w:p w14:paraId="6FD4BF30" w14:textId="77777777" w:rsidR="002C6A5C" w:rsidRPr="002C6A5C" w:rsidRDefault="002C6A5C" w:rsidP="002C6A5C">
      <w:pPr>
        <w:pStyle w:val="Bezmezer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2C6A5C">
        <w:rPr>
          <w:rFonts w:ascii="Arial" w:hAnsi="Arial" w:cs="Arial"/>
          <w:b/>
          <w:bCs/>
          <w:sz w:val="20"/>
          <w:szCs w:val="20"/>
        </w:rPr>
        <w:t>Předmět smlouvy</w:t>
      </w:r>
    </w:p>
    <w:p w14:paraId="4FB77A90" w14:textId="77777777" w:rsidR="002C6A5C" w:rsidRPr="002C6A5C" w:rsidRDefault="002C6A5C" w:rsidP="002C6A5C">
      <w:pPr>
        <w:pStyle w:val="Bezmezer"/>
        <w:rPr>
          <w:rFonts w:ascii="Arial" w:hAnsi="Arial" w:cs="Arial"/>
          <w:sz w:val="20"/>
          <w:szCs w:val="20"/>
        </w:rPr>
      </w:pPr>
    </w:p>
    <w:p w14:paraId="4CE5D654" w14:textId="77777777" w:rsidR="002C6A5C" w:rsidRPr="002C6A5C" w:rsidRDefault="002C6A5C" w:rsidP="002C6A5C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Dárce poskytne obdarovanému ……………………………. (finanční částka nebo movitá věc) za účelem ........................................(vymezení účelu daru).</w:t>
      </w:r>
    </w:p>
    <w:p w14:paraId="285C4390" w14:textId="77777777" w:rsidR="002C6A5C" w:rsidRPr="002C6A5C" w:rsidRDefault="002C6A5C" w:rsidP="002C6A5C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Obdarovaný podpisem této smlouvy současně potvrzuje, že uvedený dar přijal a zavazuje se ho použít k účelu stanovenému touto smlouvou. </w:t>
      </w:r>
    </w:p>
    <w:p w14:paraId="7698A621" w14:textId="77777777" w:rsidR="002C6A5C" w:rsidRPr="002C6A5C" w:rsidRDefault="002C6A5C" w:rsidP="002C6A5C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Dary nelze žádným způsobem vynucovat, vymáhat, slibovat za ně protislužby, či jiná plnění.</w:t>
      </w:r>
    </w:p>
    <w:p w14:paraId="592A3061" w14:textId="77777777" w:rsidR="002C6A5C" w:rsidRPr="002C6A5C" w:rsidRDefault="002C6A5C" w:rsidP="002C6A5C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14:paraId="428EE4C3" w14:textId="77777777" w:rsidR="002C6A5C" w:rsidRPr="002C6A5C" w:rsidRDefault="002C6A5C" w:rsidP="002C6A5C">
      <w:pPr>
        <w:pStyle w:val="Bezmezer"/>
        <w:rPr>
          <w:rFonts w:ascii="Arial" w:hAnsi="Arial" w:cs="Arial"/>
          <w:sz w:val="20"/>
          <w:szCs w:val="20"/>
        </w:rPr>
      </w:pPr>
    </w:p>
    <w:p w14:paraId="7EEAD96A" w14:textId="77777777" w:rsidR="002C6A5C" w:rsidRPr="002C6A5C" w:rsidRDefault="002C6A5C" w:rsidP="002C6A5C">
      <w:pPr>
        <w:pStyle w:val="Bezmezer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2C6A5C">
        <w:rPr>
          <w:rFonts w:ascii="Arial" w:hAnsi="Arial" w:cs="Arial"/>
          <w:b/>
          <w:bCs/>
          <w:sz w:val="20"/>
          <w:szCs w:val="20"/>
        </w:rPr>
        <w:t>Podmínky přijetí daru</w:t>
      </w:r>
    </w:p>
    <w:p w14:paraId="12A3A9C7" w14:textId="77777777" w:rsidR="002C6A5C" w:rsidRPr="002C6A5C" w:rsidRDefault="002C6A5C" w:rsidP="002C6A5C">
      <w:pPr>
        <w:pStyle w:val="Bezmezer"/>
        <w:rPr>
          <w:rFonts w:ascii="Arial" w:hAnsi="Arial" w:cs="Arial"/>
          <w:sz w:val="20"/>
          <w:szCs w:val="20"/>
        </w:rPr>
      </w:pPr>
    </w:p>
    <w:p w14:paraId="2BB4EAEC" w14:textId="77777777" w:rsidR="002C6A5C" w:rsidRP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Dar je v hodnotě …………………….............(slovy: ...........................).</w:t>
      </w:r>
    </w:p>
    <w:p w14:paraId="56A518FB" w14:textId="77777777" w:rsidR="002C6A5C" w:rsidRP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Dárce tuto částku do složí na účet organizace číslo 2025270022/6000 vedený u PPF banky nebo dárce tento dar předá obdarovanému k ………………………… (datum).</w:t>
      </w:r>
    </w:p>
    <w:p w14:paraId="16BC2655" w14:textId="77777777" w:rsidR="002C6A5C" w:rsidRP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Obdarovaný se zavazuje použít tento dar ve prospěch organizace a v souladu se stanoveným účelem. </w:t>
      </w:r>
    </w:p>
    <w:p w14:paraId="4B1759DA" w14:textId="77777777" w:rsidR="002C6A5C" w:rsidRP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Vlastnické právo k daru vzniká jeho předáním.</w:t>
      </w:r>
    </w:p>
    <w:p w14:paraId="59DEEB44" w14:textId="77777777" w:rsidR="002C6A5C" w:rsidRP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Obdarovaný ve smyslu par. 27 odst. 4 zákona č. 250/2000 Sb., o rozpočtových pravidlech územních rozpočtů, ve znění pozdějších předpisů, nabývá dar, který je předmětem této smlouvy, do vlastnictví svého zřizovatele. </w:t>
      </w:r>
    </w:p>
    <w:p w14:paraId="57F47F32" w14:textId="77777777" w:rsidR="002C6A5C" w:rsidRDefault="002C6A5C" w:rsidP="002C6A5C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Dárce si může dle zákona č. 586/1992 Sb., o daních z příjmů, ve znění pozdějších předpisů, odečíst dar od základu daně. </w:t>
      </w:r>
    </w:p>
    <w:p w14:paraId="60F17929" w14:textId="77777777" w:rsidR="002C6A5C" w:rsidRPr="002C6A5C" w:rsidRDefault="002C6A5C" w:rsidP="002C6A5C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14:paraId="59C085CB" w14:textId="77777777" w:rsidR="002C6A5C" w:rsidRPr="002C6A5C" w:rsidRDefault="002C6A5C" w:rsidP="002C6A5C">
      <w:pPr>
        <w:pStyle w:val="Bezmezer"/>
        <w:rPr>
          <w:rFonts w:ascii="Arial" w:hAnsi="Arial" w:cs="Arial"/>
          <w:sz w:val="20"/>
          <w:szCs w:val="20"/>
        </w:rPr>
      </w:pPr>
    </w:p>
    <w:p w14:paraId="49D99469" w14:textId="77777777" w:rsidR="002C6A5C" w:rsidRPr="002C6A5C" w:rsidRDefault="002C6A5C" w:rsidP="002C6A5C">
      <w:pPr>
        <w:pStyle w:val="Bezmezer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2C6A5C">
        <w:rPr>
          <w:rFonts w:ascii="Arial" w:hAnsi="Arial" w:cs="Arial"/>
          <w:b/>
          <w:bCs/>
          <w:sz w:val="20"/>
          <w:szCs w:val="20"/>
        </w:rPr>
        <w:lastRenderedPageBreak/>
        <w:t>Závěrečná ustanovení</w:t>
      </w:r>
    </w:p>
    <w:p w14:paraId="3B1F6DEA" w14:textId="77777777" w:rsidR="002C6A5C" w:rsidRPr="002C6A5C" w:rsidRDefault="002C6A5C" w:rsidP="002C6A5C">
      <w:pPr>
        <w:pStyle w:val="Bezmezer"/>
        <w:rPr>
          <w:rFonts w:ascii="Arial" w:hAnsi="Arial" w:cs="Arial"/>
          <w:b/>
          <w:bCs/>
          <w:sz w:val="20"/>
          <w:szCs w:val="20"/>
        </w:rPr>
      </w:pPr>
    </w:p>
    <w:p w14:paraId="3FC887D2" w14:textId="77777777" w:rsidR="002C6A5C" w:rsidRPr="002C6A5C" w:rsidRDefault="002C6A5C" w:rsidP="002C6A5C">
      <w:pPr>
        <w:pStyle w:val="Bezmezer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Práva a povinnosti vyplývající z této smlouvy se řídí příslušnými ustanoveními zákona č. 89/2012 Sb., občanského zákoníku, ve znění platných předpisů. </w:t>
      </w:r>
    </w:p>
    <w:p w14:paraId="0B0F46A7" w14:textId="77777777" w:rsidR="002C6A5C" w:rsidRPr="002C6A5C" w:rsidRDefault="002C6A5C" w:rsidP="002C6A5C">
      <w:pPr>
        <w:pStyle w:val="Bezmezer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 xml:space="preserve">Tato smlouva je sepsána ve dvou vyhotoveních, z nichž každá strana obdrží po jednom originále. </w:t>
      </w:r>
    </w:p>
    <w:p w14:paraId="64163375" w14:textId="77777777" w:rsidR="002C6A5C" w:rsidRPr="002C6A5C" w:rsidRDefault="002C6A5C" w:rsidP="002C6A5C">
      <w:pPr>
        <w:pStyle w:val="Bezmezer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2C6A5C">
        <w:rPr>
          <w:rFonts w:ascii="Arial" w:hAnsi="Arial" w:cs="Arial"/>
          <w:sz w:val="20"/>
          <w:szCs w:val="20"/>
        </w:rPr>
        <w:t>Změny této smlouvy lze činit pouze po dohodě obou stran písemnou formou.</w:t>
      </w:r>
    </w:p>
    <w:p w14:paraId="1F60F98D" w14:textId="77777777" w:rsidR="002C6A5C" w:rsidRPr="002C6A5C" w:rsidRDefault="002C6A5C" w:rsidP="002C6A5C">
      <w:pPr>
        <w:pStyle w:val="Bezmezer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C6A5C">
        <w:rPr>
          <w:rFonts w:ascii="Arial" w:hAnsi="Arial" w:cs="Arial"/>
          <w:sz w:val="20"/>
          <w:szCs w:val="20"/>
        </w:rPr>
        <w:t xml:space="preserve">Tato smlouva bude zveřejněna v plném znění v registru smluv v souladu se zákonem č. 340/2015 Sb., o registru smluv, ve znění pozdějších předpisů, pokud obsah této smlouvy podléhá povinnosti uveřejnění dle zákona o registru smluv. </w:t>
      </w:r>
    </w:p>
    <w:p w14:paraId="3DD54096" w14:textId="023AA88E" w:rsidR="002C6A5C" w:rsidRPr="002C6A5C" w:rsidRDefault="002C6A5C" w:rsidP="002C6A5C">
      <w:pPr>
        <w:pStyle w:val="Bezmezer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2C6A5C">
        <w:rPr>
          <w:rFonts w:ascii="Arial" w:hAnsi="Arial" w:cs="Arial"/>
          <w:sz w:val="20"/>
          <w:szCs w:val="20"/>
        </w:rPr>
        <w:t>Účastníci smlouvu přečetli a prohlašují, že byla uzavřena podle jejich pravé a svobodné vůle, s jejím obsahem souhlasí, což stvrzují svými vlastnoručními podpisy.</w:t>
      </w:r>
    </w:p>
    <w:p w14:paraId="70A2359F" w14:textId="77777777" w:rsidR="0048256A" w:rsidRDefault="0048256A" w:rsidP="00CC6C3A"/>
    <w:p w14:paraId="7DFD6177" w14:textId="77777777" w:rsidR="002C6A5C" w:rsidRDefault="002C6A5C" w:rsidP="00CC6C3A"/>
    <w:p w14:paraId="3556C034" w14:textId="0B66BA2C" w:rsidR="002C6A5C" w:rsidRDefault="002C6A5C" w:rsidP="002C6A5C">
      <w:pPr>
        <w:pStyle w:val="Bezmezer"/>
        <w:tabs>
          <w:tab w:val="right" w:leader="dot" w:pos="3686"/>
        </w:tabs>
        <w:jc w:val="both"/>
        <w:rPr>
          <w:rFonts w:ascii="Calibri" w:hAnsi="Calibri" w:cs="Calibri"/>
          <w:sz w:val="22"/>
          <w:szCs w:val="22"/>
        </w:rPr>
      </w:pPr>
      <w:r w:rsidRPr="00471D39">
        <w:rPr>
          <w:rFonts w:ascii="Calibri" w:hAnsi="Calibri" w:cs="Calibri"/>
          <w:sz w:val="22"/>
          <w:szCs w:val="22"/>
        </w:rPr>
        <w:t xml:space="preserve">V </w:t>
      </w:r>
      <w:r>
        <w:rPr>
          <w:rFonts w:ascii="Calibri" w:hAnsi="Calibri" w:cs="Calibri"/>
          <w:sz w:val="22"/>
          <w:szCs w:val="22"/>
        </w:rPr>
        <w:t>Praze</w:t>
      </w:r>
      <w:r w:rsidRPr="00471D39">
        <w:rPr>
          <w:rFonts w:ascii="Calibri" w:hAnsi="Calibri" w:cs="Calibri"/>
          <w:sz w:val="22"/>
          <w:szCs w:val="22"/>
        </w:rPr>
        <w:t xml:space="preserve"> dne:</w:t>
      </w:r>
      <w:r>
        <w:rPr>
          <w:rFonts w:ascii="Calibri" w:hAnsi="Calibri" w:cs="Calibri"/>
          <w:sz w:val="22"/>
          <w:szCs w:val="22"/>
        </w:rPr>
        <w:tab/>
      </w:r>
    </w:p>
    <w:p w14:paraId="5C184A94" w14:textId="77777777" w:rsidR="002C6A5C" w:rsidRDefault="002C6A5C" w:rsidP="002C6A5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2AF1F8BE" w14:textId="77777777" w:rsidR="002C6A5C" w:rsidRDefault="002C6A5C" w:rsidP="002C6A5C">
      <w:pPr>
        <w:pStyle w:val="Bezmezer"/>
        <w:jc w:val="both"/>
        <w:rPr>
          <w:rFonts w:ascii="Calibri" w:hAnsi="Calibri" w:cs="Calibri"/>
          <w:sz w:val="22"/>
          <w:szCs w:val="22"/>
        </w:rPr>
      </w:pPr>
    </w:p>
    <w:p w14:paraId="1FE056DC" w14:textId="5130C92C" w:rsidR="002C6A5C" w:rsidRDefault="002C6A5C" w:rsidP="002C6A5C">
      <w:pPr>
        <w:pStyle w:val="Bezmezer"/>
        <w:tabs>
          <w:tab w:val="right" w:pos="6521"/>
        </w:tabs>
        <w:jc w:val="both"/>
        <w:rPr>
          <w:rFonts w:ascii="Calibri" w:hAnsi="Calibri" w:cs="Calibri"/>
          <w:sz w:val="22"/>
          <w:szCs w:val="22"/>
        </w:rPr>
      </w:pPr>
      <w:r w:rsidRPr="00471D39">
        <w:rPr>
          <w:rFonts w:ascii="Calibri" w:hAnsi="Calibri" w:cs="Calibri"/>
          <w:sz w:val="22"/>
          <w:szCs w:val="22"/>
        </w:rPr>
        <w:t>Za obdarovaného</w:t>
      </w:r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471D39">
        <w:rPr>
          <w:rFonts w:ascii="Calibri" w:hAnsi="Calibri" w:cs="Calibri"/>
          <w:sz w:val="22"/>
          <w:szCs w:val="22"/>
        </w:rPr>
        <w:t>Za dárce:</w:t>
      </w:r>
    </w:p>
    <w:p w14:paraId="0B18F5B5" w14:textId="77777777" w:rsidR="002C6A5C" w:rsidRDefault="002C6A5C" w:rsidP="002C6A5C">
      <w:pPr>
        <w:pStyle w:val="Bezmezer"/>
        <w:tabs>
          <w:tab w:val="right" w:pos="6946"/>
        </w:tabs>
        <w:jc w:val="both"/>
        <w:rPr>
          <w:rFonts w:ascii="Calibri" w:hAnsi="Calibri" w:cs="Calibri"/>
          <w:sz w:val="22"/>
          <w:szCs w:val="22"/>
        </w:rPr>
      </w:pPr>
    </w:p>
    <w:p w14:paraId="4F057C5E" w14:textId="77777777" w:rsidR="002C6A5C" w:rsidRDefault="002C6A5C" w:rsidP="002C6A5C">
      <w:pPr>
        <w:pStyle w:val="Bezmezer"/>
        <w:tabs>
          <w:tab w:val="right" w:pos="6946"/>
        </w:tabs>
        <w:jc w:val="both"/>
        <w:rPr>
          <w:rFonts w:ascii="Calibri" w:hAnsi="Calibri" w:cs="Calibri"/>
          <w:sz w:val="22"/>
          <w:szCs w:val="22"/>
        </w:rPr>
      </w:pPr>
    </w:p>
    <w:p w14:paraId="47B43B5D" w14:textId="7C4C0D25" w:rsidR="002C6A5C" w:rsidRPr="00686D3A" w:rsidRDefault="002C6A5C" w:rsidP="002C6A5C">
      <w:pPr>
        <w:pStyle w:val="Bezmezer"/>
        <w:tabs>
          <w:tab w:val="right" w:leader="dot" w:pos="2694"/>
          <w:tab w:val="right" w:pos="5670"/>
          <w:tab w:val="right" w:leader="dot" w:pos="8364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14:paraId="62CAF186" w14:textId="77777777" w:rsidR="002C6A5C" w:rsidRPr="00CC6C3A" w:rsidRDefault="002C6A5C" w:rsidP="00CC6C3A"/>
    <w:sectPr w:rsidR="002C6A5C" w:rsidRPr="00CC6C3A" w:rsidSect="00893717">
      <w:headerReference w:type="default" r:id="rId10"/>
      <w:footerReference w:type="default" r:id="rId11"/>
      <w:pgSz w:w="11906" w:h="16838"/>
      <w:pgMar w:top="3402" w:right="1474" w:bottom="147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EDCF8" w14:textId="77777777" w:rsidR="002C6A5C" w:rsidRDefault="002C6A5C" w:rsidP="00CC6C3A">
      <w:r>
        <w:separator/>
      </w:r>
    </w:p>
  </w:endnote>
  <w:endnote w:type="continuationSeparator" w:id="0">
    <w:p w14:paraId="365FBF11" w14:textId="77777777" w:rsidR="002C6A5C" w:rsidRDefault="002C6A5C" w:rsidP="00C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34231" w14:textId="77777777" w:rsidR="00893717" w:rsidRDefault="00893717" w:rsidP="00CC6C3A">
    <w:pPr>
      <w:pStyle w:val="Zpa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3BCD669" wp14:editId="6E7A4C7D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60000" cy="900000"/>
          <wp:effectExtent l="0" t="0" r="0" b="1905"/>
          <wp:wrapNone/>
          <wp:docPr id="1315558418" name="Grafický objek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5558418" name="Grafický objekt 1315558418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FC6A6" w14:textId="77777777" w:rsidR="002C6A5C" w:rsidRDefault="002C6A5C" w:rsidP="00CC6C3A">
      <w:r>
        <w:separator/>
      </w:r>
    </w:p>
  </w:footnote>
  <w:footnote w:type="continuationSeparator" w:id="0">
    <w:p w14:paraId="4642304B" w14:textId="77777777" w:rsidR="002C6A5C" w:rsidRDefault="002C6A5C" w:rsidP="00CC6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D7444" w14:textId="77777777" w:rsidR="00893717" w:rsidRDefault="005F321B" w:rsidP="00CC6C3A">
    <w:pPr>
      <w:pStyle w:val="Zhlav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27EE4B2" wp14:editId="7918493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612800"/>
          <wp:effectExtent l="0" t="0" r="0" b="635"/>
          <wp:wrapNone/>
          <wp:docPr id="1492242406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2242406" name="Grafický objekt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6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1749"/>
    <w:multiLevelType w:val="hybridMultilevel"/>
    <w:tmpl w:val="EE96B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719C6"/>
    <w:multiLevelType w:val="hybridMultilevel"/>
    <w:tmpl w:val="6742EBF8"/>
    <w:lvl w:ilvl="0" w:tplc="A5ECF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56F0F"/>
    <w:multiLevelType w:val="hybridMultilevel"/>
    <w:tmpl w:val="A0345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2A0CC2"/>
    <w:multiLevelType w:val="hybridMultilevel"/>
    <w:tmpl w:val="EE96B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150272">
    <w:abstractNumId w:val="1"/>
  </w:num>
  <w:num w:numId="2" w16cid:durableId="796071768">
    <w:abstractNumId w:val="3"/>
  </w:num>
  <w:num w:numId="3" w16cid:durableId="194975577">
    <w:abstractNumId w:val="0"/>
  </w:num>
  <w:num w:numId="4" w16cid:durableId="510222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A5C"/>
    <w:rsid w:val="00102CAA"/>
    <w:rsid w:val="002C6A5C"/>
    <w:rsid w:val="002E5320"/>
    <w:rsid w:val="00321E87"/>
    <w:rsid w:val="00405F8B"/>
    <w:rsid w:val="0048256A"/>
    <w:rsid w:val="0058172F"/>
    <w:rsid w:val="005A529F"/>
    <w:rsid w:val="005C4616"/>
    <w:rsid w:val="005F321B"/>
    <w:rsid w:val="00655B8D"/>
    <w:rsid w:val="007067E9"/>
    <w:rsid w:val="00893717"/>
    <w:rsid w:val="008D2ECA"/>
    <w:rsid w:val="009C4DC1"/>
    <w:rsid w:val="00AF3664"/>
    <w:rsid w:val="00B55340"/>
    <w:rsid w:val="00B70095"/>
    <w:rsid w:val="00B90B2C"/>
    <w:rsid w:val="00C66014"/>
    <w:rsid w:val="00CC6C3A"/>
    <w:rsid w:val="00CE0C2F"/>
    <w:rsid w:val="00D03C0C"/>
    <w:rsid w:val="00E1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42CD1"/>
  <w15:chartTrackingRefBased/>
  <w15:docId w15:val="{3C9D0A7A-C662-4659-A53C-F4B75B00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6C3A"/>
    <w:pPr>
      <w:spacing w:after="0" w:line="276" w:lineRule="auto"/>
    </w:pPr>
    <w:rPr>
      <w:rFonts w:asciiTheme="minorBidi" w:hAnsiTheme="minorBidi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8937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937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937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937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937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37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37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37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37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937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937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937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9371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9371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371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371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371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371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937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37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37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937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937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9371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9371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9371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37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371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93717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937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717"/>
  </w:style>
  <w:style w:type="paragraph" w:styleId="Zpat">
    <w:name w:val="footer"/>
    <w:basedOn w:val="Normln"/>
    <w:link w:val="ZpatChar"/>
    <w:uiPriority w:val="99"/>
    <w:unhideWhenUsed/>
    <w:rsid w:val="008937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93717"/>
  </w:style>
  <w:style w:type="paragraph" w:styleId="Bezmezer">
    <w:name w:val="No Spacing"/>
    <w:uiPriority w:val="1"/>
    <w:qFormat/>
    <w:rsid w:val="002C6A5C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a.kavkova\D&#367;m%20t&#345;&#237;%20p&#345;&#225;n&#237;\Komunikace%20a%20PR%20-%20Dokumenty\Zahrada%20pro%20du&#353;i\Corporate%20Identity\Hlavi&#269;kov&#253;%20pap&#237;r\ZPD_DAROVAC&#205;%20SMLOUV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E65192FCC56489728B52793F14B95" ma:contentTypeVersion="13" ma:contentTypeDescription="Create a new document." ma:contentTypeScope="" ma:versionID="a8b19325e2959472d8d289288c78c0ce">
  <xsd:schema xmlns:xsd="http://www.w3.org/2001/XMLSchema" xmlns:xs="http://www.w3.org/2001/XMLSchema" xmlns:p="http://schemas.microsoft.com/office/2006/metadata/properties" xmlns:ns2="1f695cd6-7f52-43e2-8d92-71eed14e7d17" xmlns:ns3="0e802148-4f82-4f73-8099-70282bd620b5" targetNamespace="http://schemas.microsoft.com/office/2006/metadata/properties" ma:root="true" ma:fieldsID="c5203f263ea9d121d35253c7499c4ec9" ns2:_="" ns3:_="">
    <xsd:import namespace="1f695cd6-7f52-43e2-8d92-71eed14e7d17"/>
    <xsd:import namespace="0e802148-4f82-4f73-8099-70282bd620b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95cd6-7f52-43e2-8d92-71eed14e7d1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1c0540d1-7789-4971-a4dc-2c87c48dff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802148-4f82-4f73-8099-70282bd620b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76ab1097-8c89-4f9d-833b-910e35080752}" ma:internalName="TaxCatchAll" ma:showField="CatchAllData" ma:web="0e802148-4f82-4f73-8099-70282bd62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695cd6-7f52-43e2-8d92-71eed14e7d17">
      <Terms xmlns="http://schemas.microsoft.com/office/infopath/2007/PartnerControls"/>
    </lcf76f155ced4ddcb4097134ff3c332f>
    <TaxCatchAll xmlns="0e802148-4f82-4f73-8099-70282bd620b5" xsi:nil="true"/>
  </documentManagement>
</p:properties>
</file>

<file path=customXml/itemProps1.xml><?xml version="1.0" encoding="utf-8"?>
<ds:datastoreItem xmlns:ds="http://schemas.openxmlformats.org/officeDocument/2006/customXml" ds:itemID="{EF1568EC-5DA9-4BCA-A091-7291F3C2EF81}"/>
</file>

<file path=customXml/itemProps2.xml><?xml version="1.0" encoding="utf-8"?>
<ds:datastoreItem xmlns:ds="http://schemas.openxmlformats.org/officeDocument/2006/customXml" ds:itemID="{44AD6BA8-2CE8-4A2E-AC20-8FBBF9F8EB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699B94-5A3D-48FD-9341-F325863F8AC8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1ba19f84-2e22-4087-b599-5d07490893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ZPD_DAROVACÍ SMLOUVA</Template>
  <TotalTime>1</TotalTime>
  <Pages>2</Pages>
  <Words>340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Kavková</dc:creator>
  <cp:keywords/>
  <dc:description/>
  <cp:lastModifiedBy>Martina Kavková</cp:lastModifiedBy>
  <cp:revision>2</cp:revision>
  <dcterms:created xsi:type="dcterms:W3CDTF">2025-01-27T16:57:00Z</dcterms:created>
  <dcterms:modified xsi:type="dcterms:W3CDTF">2025-01-27T16:57:00Z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0x0101003C1E65192FCC56489728B52793F14B95</vt:lpwstr>
  </property>
</Properties>
</file>